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E3FE1F7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</w:t>
            </w:r>
            <w:r w:rsidR="00672F89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4E948756" w:rsidR="00F1480E" w:rsidRPr="000754EC" w:rsidRDefault="00672F89" w:rsidP="000754EC">
            <w:pPr>
              <w:pStyle w:val="SIUnittitle"/>
            </w:pPr>
            <w:r w:rsidRPr="00672F89">
              <w:t>Supervise agricultural crop establishment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9AE04F" w14:textId="77777777" w:rsidR="00672F89" w:rsidRPr="00672F89" w:rsidRDefault="00672F89" w:rsidP="00672F89">
            <w:pPr>
              <w:pStyle w:val="SIText"/>
            </w:pPr>
            <w:r w:rsidRPr="00672F89">
              <w:t>This unit of competency describes the skills and knowledge required to supervise agricultural crop establishment, including planning and scheduling plantings based on the planting plan.</w:t>
            </w:r>
          </w:p>
          <w:p w14:paraId="109C1D6E" w14:textId="77777777" w:rsidR="00672F89" w:rsidRPr="00672F89" w:rsidRDefault="00672F89" w:rsidP="00672F89">
            <w:pPr>
              <w:pStyle w:val="SIText"/>
            </w:pPr>
          </w:p>
          <w:p w14:paraId="6729412B" w14:textId="6D3AB5BB" w:rsidR="00672F89" w:rsidRPr="00672F89" w:rsidRDefault="00E35590" w:rsidP="00672F89">
            <w:pPr>
              <w:pStyle w:val="SIText"/>
            </w:pPr>
            <w:r>
              <w:t>The unit applies to individuals</w:t>
            </w:r>
            <w:r w:rsidR="00672F89" w:rsidRPr="00672F89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34B608D5" w14:textId="77777777" w:rsidR="00672F89" w:rsidRPr="00672F89" w:rsidRDefault="00672F89" w:rsidP="00672F89">
            <w:pPr>
              <w:pStyle w:val="SIText"/>
            </w:pPr>
          </w:p>
          <w:p w14:paraId="034C6C33" w14:textId="311B6EFD" w:rsidR="00373436" w:rsidRPr="000754EC" w:rsidRDefault="00980DF3" w:rsidP="00672F89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7BCDDD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2F8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28A2F41" w:rsidR="00672F89" w:rsidRPr="00672F89" w:rsidRDefault="00672F89" w:rsidP="00672F89">
            <w:pPr>
              <w:pStyle w:val="SIText"/>
            </w:pPr>
            <w:r w:rsidRPr="00672F89">
              <w:t xml:space="preserve">1. Source </w:t>
            </w:r>
            <w:r w:rsidR="001E3590">
              <w:t xml:space="preserve">and assess </w:t>
            </w:r>
            <w:r w:rsidRPr="00672F89">
              <w:t>information for input to planting plan</w:t>
            </w:r>
          </w:p>
        </w:tc>
        <w:tc>
          <w:tcPr>
            <w:tcW w:w="3604" w:type="pct"/>
            <w:shd w:val="clear" w:color="auto" w:fill="auto"/>
          </w:tcPr>
          <w:p w14:paraId="01666955" w14:textId="047DB3FC" w:rsidR="00672F89" w:rsidRPr="00672F89" w:rsidRDefault="00672F89" w:rsidP="00672F89">
            <w:r w:rsidRPr="00672F89">
              <w:t xml:space="preserve">1.1 </w:t>
            </w:r>
            <w:r w:rsidR="001E3590">
              <w:t>O</w:t>
            </w:r>
            <w:r w:rsidRPr="00672F89">
              <w:t>btain documents relating to crop production</w:t>
            </w:r>
          </w:p>
          <w:p w14:paraId="50E38E89" w14:textId="75DB27BE" w:rsidR="00672F89" w:rsidRPr="00672F89" w:rsidRDefault="00672F89" w:rsidP="00672F89">
            <w:r w:rsidRPr="00672F89">
              <w:t xml:space="preserve">1.2 </w:t>
            </w:r>
            <w:r w:rsidR="001E3590">
              <w:t>Assess</w:t>
            </w:r>
            <w:r w:rsidR="001E3590" w:rsidRPr="00672F89">
              <w:t xml:space="preserve"> </w:t>
            </w:r>
            <w:r w:rsidRPr="00672F89">
              <w:t>competing demands on human and physical resources affect</w:t>
            </w:r>
            <w:r w:rsidR="001E3590">
              <w:t xml:space="preserve">ing </w:t>
            </w:r>
            <w:r w:rsidRPr="00672F89">
              <w:t>planting</w:t>
            </w:r>
          </w:p>
          <w:p w14:paraId="44E00180" w14:textId="3CFB7863" w:rsidR="00672F89" w:rsidRPr="00672F89" w:rsidRDefault="00672F89" w:rsidP="00672F89">
            <w:r w:rsidRPr="00672F89">
              <w:t xml:space="preserve">1.3 </w:t>
            </w:r>
            <w:r w:rsidR="001E3590">
              <w:t>Determine</w:t>
            </w:r>
            <w:r w:rsidR="001E3590" w:rsidRPr="00672F89">
              <w:t xml:space="preserve"> </w:t>
            </w:r>
            <w:r w:rsidRPr="00672F89">
              <w:t>specific target area, or paddock, for planting from production or management plan</w:t>
            </w:r>
          </w:p>
          <w:p w14:paraId="60A667BC" w14:textId="475AAD93" w:rsidR="00672F89" w:rsidRPr="00672F89" w:rsidRDefault="00672F89" w:rsidP="00672F89">
            <w:r w:rsidRPr="00672F89">
              <w:t xml:space="preserve">1.4 </w:t>
            </w:r>
            <w:r w:rsidR="001E3590">
              <w:t>I</w:t>
            </w:r>
            <w:r w:rsidR="001E3590" w:rsidRPr="00672F89">
              <w:t>den</w:t>
            </w:r>
            <w:r w:rsidR="001E3590">
              <w:t xml:space="preserve">tify crop and pasture rotation, </w:t>
            </w:r>
            <w:r w:rsidR="001E3590" w:rsidRPr="00672F89">
              <w:t xml:space="preserve">potential weed, pest </w:t>
            </w:r>
            <w:r w:rsidR="001E3590">
              <w:t>and</w:t>
            </w:r>
            <w:r w:rsidR="001E3590" w:rsidRPr="00672F89">
              <w:t xml:space="preserve"> disease issues</w:t>
            </w:r>
            <w:r w:rsidR="001E3590" w:rsidRPr="001E3590">
              <w:t xml:space="preserve"> </w:t>
            </w:r>
            <w:r w:rsidR="001E3590">
              <w:t xml:space="preserve">from </w:t>
            </w:r>
            <w:r w:rsidRPr="00672F89">
              <w:t>paddock history</w:t>
            </w:r>
          </w:p>
          <w:p w14:paraId="6AE68823" w14:textId="37B81A6D" w:rsidR="00672F89" w:rsidRPr="00672F89" w:rsidRDefault="00672F89" w:rsidP="00672F89">
            <w:r w:rsidRPr="00672F89">
              <w:t xml:space="preserve">1.5 </w:t>
            </w:r>
            <w:r w:rsidR="001E3590">
              <w:t>E</w:t>
            </w:r>
            <w:r w:rsidRPr="00672F89">
              <w:t>valuate soil test results to determine soil treatments</w:t>
            </w:r>
          </w:p>
          <w:p w14:paraId="1696B99B" w14:textId="290195AF" w:rsidR="00672F89" w:rsidRPr="00672F89" w:rsidRDefault="00672F89" w:rsidP="00672F89">
            <w:r w:rsidRPr="00672F89">
              <w:t xml:space="preserve">1.6 Assess and account </w:t>
            </w:r>
            <w:commentRangeStart w:id="0"/>
            <w:r w:rsidRPr="00672F89">
              <w:t xml:space="preserve">for trash levels </w:t>
            </w:r>
            <w:commentRangeEnd w:id="0"/>
            <w:r w:rsidR="001E3590">
              <w:commentReference w:id="0"/>
            </w:r>
            <w:r w:rsidRPr="00672F89">
              <w:t>and seedbed conditions</w:t>
            </w:r>
          </w:p>
        </w:tc>
      </w:tr>
      <w:tr w:rsidR="00672F8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CD834DD" w:rsidR="00672F89" w:rsidRPr="00672F89" w:rsidRDefault="00672F89" w:rsidP="00672F89">
            <w:pPr>
              <w:pStyle w:val="SIText"/>
            </w:pPr>
            <w:r w:rsidRPr="00672F89">
              <w:t>2. Prepare planting plan</w:t>
            </w:r>
          </w:p>
        </w:tc>
        <w:tc>
          <w:tcPr>
            <w:tcW w:w="3604" w:type="pct"/>
            <w:shd w:val="clear" w:color="auto" w:fill="auto"/>
          </w:tcPr>
          <w:p w14:paraId="4D70D767" w14:textId="3CCBB15E" w:rsidR="00672F89" w:rsidRPr="00672F89" w:rsidRDefault="00672F89" w:rsidP="00672F89">
            <w:r w:rsidRPr="00672F89">
              <w:t xml:space="preserve">2.1 Determine the agricultural crop and method(s) of planting </w:t>
            </w:r>
            <w:r w:rsidR="00114FDA">
              <w:t>according to</w:t>
            </w:r>
            <w:r w:rsidRPr="00672F89">
              <w:t xml:space="preserve"> production or management plan</w:t>
            </w:r>
          </w:p>
          <w:p w14:paraId="7D047171" w14:textId="71F68B2D" w:rsidR="00672F89" w:rsidRPr="00672F89" w:rsidRDefault="00672F89" w:rsidP="00672F89">
            <w:r w:rsidRPr="00672F89">
              <w:t>2.2 Assess and calculate the resources required for planting operations</w:t>
            </w:r>
          </w:p>
          <w:p w14:paraId="2E80F2E3" w14:textId="77777777" w:rsidR="00672F89" w:rsidRPr="00672F89" w:rsidRDefault="00672F89" w:rsidP="00672F89">
            <w:r w:rsidRPr="00672F89">
              <w:t>2.3 Assess technology to ensure most efficient performance of operations</w:t>
            </w:r>
          </w:p>
          <w:p w14:paraId="23F2CB9A" w14:textId="60D920FA" w:rsidR="00672F89" w:rsidRPr="00672F89" w:rsidRDefault="00672F89" w:rsidP="00672F89">
            <w:r w:rsidRPr="00672F89">
              <w:t>2.4 Set target dates</w:t>
            </w:r>
            <w:r w:rsidR="0017756B">
              <w:t xml:space="preserve">, </w:t>
            </w:r>
            <w:r w:rsidRPr="00672F89">
              <w:t xml:space="preserve">sequencing for planting </w:t>
            </w:r>
            <w:r w:rsidR="006427A5">
              <w:t xml:space="preserve">according to </w:t>
            </w:r>
            <w:r w:rsidRPr="00672F89">
              <w:t>production or management plan</w:t>
            </w:r>
          </w:p>
          <w:p w14:paraId="3479A452" w14:textId="07DD25FC" w:rsidR="00672F89" w:rsidRPr="00672F89" w:rsidRDefault="00672F89" w:rsidP="00672F89">
            <w:r w:rsidRPr="00672F89">
              <w:t xml:space="preserve">2.5 Select </w:t>
            </w:r>
            <w:r w:rsidR="006427A5">
              <w:t xml:space="preserve">and organise </w:t>
            </w:r>
            <w:r w:rsidRPr="00672F89">
              <w:t>chemical applications required pr</w:t>
            </w:r>
            <w:r w:rsidR="006427A5">
              <w:t xml:space="preserve">e </w:t>
            </w:r>
            <w:r w:rsidRPr="00672F89">
              <w:t xml:space="preserve">and post planting </w:t>
            </w:r>
            <w:r w:rsidR="006427A5">
              <w:t>according to planting plan</w:t>
            </w:r>
          </w:p>
          <w:p w14:paraId="39A19B4E" w14:textId="7D2A038B" w:rsidR="00672F89" w:rsidRPr="00672F89" w:rsidRDefault="00672F89" w:rsidP="00672F89">
            <w:r w:rsidRPr="00672F89">
              <w:t xml:space="preserve">2.6 Prepare plan to </w:t>
            </w:r>
            <w:r w:rsidR="006427A5">
              <w:t xml:space="preserve">ensure </w:t>
            </w:r>
            <w:r w:rsidRPr="00672F89">
              <w:t xml:space="preserve">environmental impact </w:t>
            </w:r>
            <w:r w:rsidR="006427A5">
              <w:t>is</w:t>
            </w:r>
            <w:r w:rsidR="006427A5" w:rsidRPr="00672F89">
              <w:t xml:space="preserve"> </w:t>
            </w:r>
            <w:r w:rsidR="006427A5">
              <w:t>mitigated</w:t>
            </w:r>
          </w:p>
          <w:p w14:paraId="07CFDE0D" w14:textId="34323E76" w:rsidR="00672F89" w:rsidRPr="00672F89" w:rsidRDefault="00672F89" w:rsidP="00672F89">
            <w:r w:rsidRPr="00672F89">
              <w:t xml:space="preserve">2.7 </w:t>
            </w:r>
            <w:r w:rsidR="006427A5" w:rsidRPr="006427A5">
              <w:t>Identify health and safety hazards, assess risk and develop controls</w:t>
            </w:r>
            <w:r w:rsidR="006427A5">
              <w:t xml:space="preserve"> procedures</w:t>
            </w:r>
          </w:p>
          <w:p w14:paraId="4C863C9D" w14:textId="2CA5FD76" w:rsidR="00672F89" w:rsidRPr="00672F89" w:rsidRDefault="00672F89" w:rsidP="00672F89">
            <w:r w:rsidRPr="00672F89">
              <w:t>2.8 Identify</w:t>
            </w:r>
            <w:r w:rsidR="006427A5">
              <w:t xml:space="preserve"> </w:t>
            </w:r>
            <w:r w:rsidRPr="00672F89">
              <w:t>and obtain approvals for planting operations</w:t>
            </w:r>
            <w:r w:rsidR="006427A5">
              <w:t xml:space="preserve"> from key stakeholders</w:t>
            </w:r>
          </w:p>
          <w:p w14:paraId="6BB72E57" w14:textId="2C80F3D7" w:rsidR="00672F89" w:rsidRPr="00672F89" w:rsidRDefault="00672F89" w:rsidP="009C6548">
            <w:pPr>
              <w:pStyle w:val="SIText"/>
            </w:pPr>
            <w:r w:rsidRPr="00672F89">
              <w:t xml:space="preserve">2.9 Determine measurable indicators, specifications and targets, </w:t>
            </w:r>
            <w:r w:rsidR="006427A5">
              <w:t>for p</w:t>
            </w:r>
            <w:r w:rsidRPr="00672F89">
              <w:t xml:space="preserve">roduction plan </w:t>
            </w:r>
            <w:r w:rsidR="006427A5">
              <w:t>according to workplace and/or industry standards</w:t>
            </w:r>
          </w:p>
        </w:tc>
      </w:tr>
      <w:tr w:rsidR="00672F89" w:rsidRPr="00963A46" w14:paraId="1EC8D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8A0070" w14:textId="515EFEA8" w:rsidR="00672F89" w:rsidRPr="00672F89" w:rsidRDefault="00672F89" w:rsidP="00672F89">
            <w:pPr>
              <w:pStyle w:val="SIText"/>
            </w:pPr>
            <w:r w:rsidRPr="00672F89">
              <w:t>3. Determine scheduling and key responsibilities</w:t>
            </w:r>
          </w:p>
        </w:tc>
        <w:tc>
          <w:tcPr>
            <w:tcW w:w="3604" w:type="pct"/>
            <w:shd w:val="clear" w:color="auto" w:fill="auto"/>
          </w:tcPr>
          <w:p w14:paraId="445C666C" w14:textId="6A175725" w:rsidR="00672F89" w:rsidRPr="00672F89" w:rsidRDefault="00672F89" w:rsidP="00672F89">
            <w:r w:rsidRPr="00672F89">
              <w:t>3.1 Determine planting schedule</w:t>
            </w:r>
            <w:r w:rsidR="006427A5">
              <w:t xml:space="preserve"> from planting plan</w:t>
            </w:r>
          </w:p>
          <w:p w14:paraId="27D20C96" w14:textId="1C7710B1" w:rsidR="00672F89" w:rsidRPr="00672F89" w:rsidRDefault="00672F89" w:rsidP="00672F89">
            <w:r w:rsidRPr="00672F89">
              <w:t>3.2 Determine key responsibilities for specific preparatory processes</w:t>
            </w:r>
          </w:p>
          <w:p w14:paraId="403997AE" w14:textId="77777777" w:rsidR="00672F89" w:rsidRPr="00672F89" w:rsidRDefault="00672F89" w:rsidP="00672F89">
            <w:r w:rsidRPr="00672F89">
              <w:t>3.3 Determine key responsibilities for specific implementation processes</w:t>
            </w:r>
          </w:p>
          <w:p w14:paraId="4225C3F2" w14:textId="4A591969" w:rsidR="006427A5" w:rsidRDefault="00672F89" w:rsidP="0076072E">
            <w:r w:rsidRPr="00672F89">
              <w:t>3.4 Determine and implement recordkeeping processes</w:t>
            </w:r>
          </w:p>
          <w:p w14:paraId="633FB9D4" w14:textId="621B5AFE" w:rsidR="00672F89" w:rsidRPr="00672F89" w:rsidRDefault="00672F89" w:rsidP="0076072E">
            <w:r w:rsidRPr="00672F89">
              <w:t xml:space="preserve">3.5 Document </w:t>
            </w:r>
            <w:r w:rsidR="005F1AEB">
              <w:t>crop establishment</w:t>
            </w:r>
            <w:r w:rsidR="005F1AEB" w:rsidRPr="00672F89">
              <w:t xml:space="preserve"> </w:t>
            </w:r>
            <w:r w:rsidRPr="00672F89">
              <w:t>plan</w:t>
            </w:r>
            <w:r w:rsidR="005F1AEB">
              <w:t xml:space="preserve"> </w:t>
            </w:r>
          </w:p>
        </w:tc>
      </w:tr>
      <w:tr w:rsidR="00672F89" w:rsidRPr="00963A46" w14:paraId="0B71F3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0C77DE" w14:textId="3E0C028D" w:rsidR="00672F89" w:rsidRPr="00672F89" w:rsidRDefault="00672F89" w:rsidP="00672F89">
            <w:pPr>
              <w:pStyle w:val="SIText"/>
            </w:pPr>
            <w:r w:rsidRPr="00672F89">
              <w:lastRenderedPageBreak/>
              <w:t>4. Monitor and adjust the planting plan</w:t>
            </w:r>
          </w:p>
        </w:tc>
        <w:tc>
          <w:tcPr>
            <w:tcW w:w="3604" w:type="pct"/>
            <w:shd w:val="clear" w:color="auto" w:fill="auto"/>
          </w:tcPr>
          <w:p w14:paraId="6DCAAEB1" w14:textId="2578A505" w:rsidR="00672F89" w:rsidRPr="00672F89" w:rsidRDefault="00672F89" w:rsidP="00672F89">
            <w:r w:rsidRPr="00672F89">
              <w:t xml:space="preserve">4.1 </w:t>
            </w:r>
            <w:r w:rsidR="009C6548">
              <w:t xml:space="preserve">Monitor crop establishment at key </w:t>
            </w:r>
            <w:r w:rsidRPr="00672F89">
              <w:t xml:space="preserve">points </w:t>
            </w:r>
            <w:r w:rsidR="009C6548">
              <w:t>specified</w:t>
            </w:r>
            <w:r w:rsidR="009C6548" w:rsidRPr="00672F89">
              <w:t xml:space="preserve"> </w:t>
            </w:r>
            <w:r w:rsidRPr="00672F89">
              <w:t>in implementation plan</w:t>
            </w:r>
          </w:p>
          <w:p w14:paraId="139CA37B" w14:textId="39944141" w:rsidR="00672F89" w:rsidRPr="00672F89" w:rsidRDefault="00672F89" w:rsidP="00672F89">
            <w:r w:rsidRPr="00672F89">
              <w:t xml:space="preserve">4.2 </w:t>
            </w:r>
            <w:r w:rsidR="00411399">
              <w:t xml:space="preserve">Monitor work team adherence to </w:t>
            </w:r>
            <w:r w:rsidRPr="00672F89">
              <w:t>work</w:t>
            </w:r>
            <w:r w:rsidR="00411399">
              <w:t>place</w:t>
            </w:r>
            <w:r w:rsidRPr="00672F89">
              <w:t xml:space="preserve"> health and safety procedures and environmental </w:t>
            </w:r>
            <w:r w:rsidR="00411399">
              <w:t>policies</w:t>
            </w:r>
            <w:r w:rsidR="00411399" w:rsidRPr="00672F89">
              <w:t xml:space="preserve"> </w:t>
            </w:r>
          </w:p>
          <w:p w14:paraId="7B385DCD" w14:textId="1236F17D" w:rsidR="00672F89" w:rsidRPr="00672F89" w:rsidRDefault="00672F89" w:rsidP="00672F89">
            <w:r w:rsidRPr="00672F89">
              <w:t xml:space="preserve">4.3 Communicate </w:t>
            </w:r>
            <w:r w:rsidR="00411399">
              <w:t xml:space="preserve">work activities and performance outcomes to work team and </w:t>
            </w:r>
            <w:r w:rsidRPr="00672F89">
              <w:t>contractors</w:t>
            </w:r>
          </w:p>
          <w:p w14:paraId="3C73838C" w14:textId="74B5BEE9" w:rsidR="00672F89" w:rsidRPr="00672F89" w:rsidRDefault="00672F89" w:rsidP="00672F89">
            <w:r w:rsidRPr="00672F89">
              <w:t xml:space="preserve">4.4 </w:t>
            </w:r>
            <w:r w:rsidR="009C6548">
              <w:t xml:space="preserve">Monitor compliance with record keeping and reporting procedures </w:t>
            </w:r>
            <w:r w:rsidRPr="00672F89">
              <w:t>during planting process</w:t>
            </w:r>
          </w:p>
          <w:p w14:paraId="485F4F4C" w14:textId="288651E3" w:rsidR="00672F89" w:rsidRPr="00672F89" w:rsidRDefault="00672F89" w:rsidP="009C6548">
            <w:r w:rsidRPr="00672F89">
              <w:t>4.5 Determine and implement corrective action or amendment</w:t>
            </w:r>
            <w:r w:rsidR="009C6548">
              <w:t>s</w:t>
            </w:r>
            <w:r w:rsidRPr="00672F89">
              <w:t xml:space="preserve"> to planting plan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440043A9" w:rsidR="005F771F" w:rsidRPr="000754EC" w:rsidRDefault="005F771F" w:rsidP="000754EC"/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43982B52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97239" w:rsidRPr="0076072E" w:rsidDel="00423CB2" w14:paraId="1CF24FD6" w14:textId="77777777" w:rsidTr="00CA2922">
        <w:tc>
          <w:tcPr>
            <w:tcW w:w="1396" w:type="pct"/>
          </w:tcPr>
          <w:p w14:paraId="6D88B952" w14:textId="3EB4D468" w:rsidR="00A97239" w:rsidRPr="0076072E" w:rsidRDefault="00A97239" w:rsidP="006161C5">
            <w:pPr>
              <w:pStyle w:val="SIText"/>
            </w:pPr>
            <w:r w:rsidRPr="006161C5">
              <w:t>Reading</w:t>
            </w:r>
          </w:p>
        </w:tc>
        <w:tc>
          <w:tcPr>
            <w:tcW w:w="3604" w:type="pct"/>
          </w:tcPr>
          <w:p w14:paraId="1B7CC730" w14:textId="2564064F" w:rsidR="00A97239" w:rsidRPr="0076072E" w:rsidRDefault="009C6548" w:rsidP="006161C5">
            <w:pPr>
              <w:pStyle w:val="SIBulletList1"/>
            </w:pPr>
            <w:r w:rsidRPr="0076072E">
              <w:t>I</w:t>
            </w:r>
            <w:r w:rsidRPr="006161C5">
              <w:t>dentify, collate</w:t>
            </w:r>
            <w:r w:rsidRPr="0076072E">
              <w:t xml:space="preserve"> and analyse documentation for crop and its establishment for a defined site and purpose</w:t>
            </w:r>
          </w:p>
        </w:tc>
      </w:tr>
      <w:tr w:rsidR="00A97239" w:rsidRPr="0076072E" w:rsidDel="00423CB2" w14:paraId="1D3AF5EE" w14:textId="77777777" w:rsidTr="00CA2922">
        <w:tc>
          <w:tcPr>
            <w:tcW w:w="1396" w:type="pct"/>
          </w:tcPr>
          <w:p w14:paraId="16ED7E97" w14:textId="3A458262" w:rsidR="00A97239" w:rsidRPr="0076072E" w:rsidRDefault="00A97239" w:rsidP="006161C5">
            <w:pPr>
              <w:pStyle w:val="SIText"/>
            </w:pPr>
            <w:r w:rsidRPr="006161C5">
              <w:t>Writing</w:t>
            </w:r>
          </w:p>
        </w:tc>
        <w:tc>
          <w:tcPr>
            <w:tcW w:w="3604" w:type="pct"/>
          </w:tcPr>
          <w:p w14:paraId="0F32718D" w14:textId="23070B4F" w:rsidR="00A97239" w:rsidRPr="0076072E" w:rsidRDefault="009C6548" w:rsidP="0076072E">
            <w:pPr>
              <w:pStyle w:val="SIBulletList1"/>
              <w:rPr>
                <w:rFonts w:eastAsia="Calibri"/>
              </w:rPr>
            </w:pPr>
            <w:r w:rsidRPr="0076072E">
              <w:t>Develop and document plans and procedures for work team using clear and easily understood language in order to convey explicit information, requirements, recommendations and performance targets</w:t>
            </w:r>
          </w:p>
        </w:tc>
      </w:tr>
      <w:tr w:rsidR="00A97239" w:rsidRPr="0076072E" w:rsidDel="00423CB2" w14:paraId="03BB9C6A" w14:textId="77777777" w:rsidTr="00CA2922">
        <w:tc>
          <w:tcPr>
            <w:tcW w:w="1396" w:type="pct"/>
          </w:tcPr>
          <w:p w14:paraId="79F97EC7" w14:textId="19E0CC74" w:rsidR="00A97239" w:rsidRPr="0076072E" w:rsidRDefault="00BA661B" w:rsidP="006161C5">
            <w:pPr>
              <w:pStyle w:val="SIText"/>
            </w:pPr>
            <w:r w:rsidRPr="006161C5">
              <w:t>Oral Communication</w:t>
            </w:r>
          </w:p>
        </w:tc>
        <w:tc>
          <w:tcPr>
            <w:tcW w:w="3604" w:type="pct"/>
          </w:tcPr>
          <w:p w14:paraId="4DAD12EB" w14:textId="2604B6F2" w:rsidR="00A97239" w:rsidRPr="0076072E" w:rsidRDefault="009C6548" w:rsidP="0076072E">
            <w:pPr>
              <w:pStyle w:val="SIBulletList1"/>
              <w:rPr>
                <w:rFonts w:eastAsia="Calibri"/>
              </w:rPr>
            </w:pPr>
            <w:r w:rsidRPr="0076072E">
              <w:t>Use collaborative and inclusive language and techniques including active listening, questioning and reading of verbal and non-verbal signals to convey and clarify procedural information, confirm work team understanding and compliance with specified procedures</w:t>
            </w:r>
          </w:p>
        </w:tc>
      </w:tr>
      <w:tr w:rsidR="00A97239" w:rsidRPr="0076072E" w:rsidDel="00423CB2" w14:paraId="28672570" w14:textId="77777777" w:rsidTr="00CA2922">
        <w:tc>
          <w:tcPr>
            <w:tcW w:w="1396" w:type="pct"/>
          </w:tcPr>
          <w:p w14:paraId="681DB625" w14:textId="1FADB1D5" w:rsidR="00A97239" w:rsidRPr="0076072E" w:rsidRDefault="00653B65" w:rsidP="006161C5">
            <w:pPr>
              <w:pStyle w:val="SIText"/>
            </w:pPr>
            <w:r w:rsidRPr="006161C5">
              <w:t>Numeracy</w:t>
            </w:r>
          </w:p>
        </w:tc>
        <w:tc>
          <w:tcPr>
            <w:tcW w:w="3604" w:type="pct"/>
          </w:tcPr>
          <w:p w14:paraId="56E19D94" w14:textId="1E18E98E" w:rsidR="00A97239" w:rsidRPr="0076072E" w:rsidRDefault="009C6548" w:rsidP="0076072E">
            <w:pPr>
              <w:pStyle w:val="SIBulletList1"/>
              <w:rPr>
                <w:rFonts w:eastAsia="Calibri"/>
              </w:rPr>
            </w:pPr>
            <w:r w:rsidRPr="009C6548">
              <w:t xml:space="preserve">Use formula and numerical information to </w:t>
            </w:r>
            <w:r w:rsidR="006161C5">
              <w:t>determine timing of crop and establish work schedules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76072E" w14:paraId="7EFB7203" w14:textId="77777777" w:rsidTr="00F33FF2">
        <w:tc>
          <w:tcPr>
            <w:tcW w:w="1028" w:type="pct"/>
          </w:tcPr>
          <w:p w14:paraId="673140C0" w14:textId="77777777" w:rsidR="00DA54B5" w:rsidRPr="0076072E" w:rsidRDefault="00A97239" w:rsidP="0076072E">
            <w:pPr>
              <w:pStyle w:val="SIText"/>
            </w:pPr>
            <w:r w:rsidRPr="0076072E">
              <w:t>AHCBAC403 Supervise agricultural crop establishment</w:t>
            </w:r>
          </w:p>
          <w:p w14:paraId="6B803FA7" w14:textId="49FDE78F" w:rsidR="00A97239" w:rsidRPr="0076072E" w:rsidRDefault="00A97239" w:rsidP="0076072E">
            <w:pPr>
              <w:pStyle w:val="SIText"/>
            </w:pPr>
            <w:r w:rsidRPr="0076072E">
              <w:t>Release 2</w:t>
            </w:r>
          </w:p>
        </w:tc>
        <w:tc>
          <w:tcPr>
            <w:tcW w:w="1105" w:type="pct"/>
          </w:tcPr>
          <w:p w14:paraId="48371C52" w14:textId="77777777" w:rsidR="00DA54B5" w:rsidRPr="0076072E" w:rsidRDefault="00A97239" w:rsidP="0076072E">
            <w:pPr>
              <w:pStyle w:val="SIText"/>
            </w:pPr>
            <w:r w:rsidRPr="0076072E">
              <w:t>AHCBAC403 Supervise agricultural crop establishment</w:t>
            </w:r>
          </w:p>
          <w:p w14:paraId="3216D365" w14:textId="74D9EBA0" w:rsidR="00A97239" w:rsidRPr="0076072E" w:rsidRDefault="00A97239" w:rsidP="0076072E">
            <w:pPr>
              <w:pStyle w:val="SIText"/>
            </w:pPr>
            <w:r w:rsidRPr="0076072E">
              <w:t>Release 1</w:t>
            </w:r>
          </w:p>
        </w:tc>
        <w:tc>
          <w:tcPr>
            <w:tcW w:w="1251" w:type="pct"/>
          </w:tcPr>
          <w:p w14:paraId="5196A2BC" w14:textId="255055AE" w:rsidR="006161C5" w:rsidRPr="0076072E" w:rsidRDefault="006161C5" w:rsidP="0076072E">
            <w:pPr>
              <w:pStyle w:val="SIText"/>
            </w:pPr>
            <w:r w:rsidRPr="0076072E">
              <w:t>Changes to Application. Minor changes to Performance Criteria.</w:t>
            </w:r>
          </w:p>
          <w:p w14:paraId="30B8888F" w14:textId="1AEDF019" w:rsidR="00DA54B5" w:rsidRPr="0076072E" w:rsidRDefault="006161C5" w:rsidP="0076072E">
            <w:pPr>
              <w:pStyle w:val="SIText"/>
            </w:pPr>
            <w:r w:rsidRPr="0076072E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013D99DD" w:rsidR="00DA54B5" w:rsidRPr="0076072E" w:rsidRDefault="00433464" w:rsidP="0076072E">
            <w:pPr>
              <w:pStyle w:val="SIText"/>
            </w:pPr>
            <w:r w:rsidRPr="0076072E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4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07F3DA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72F89" w:rsidRPr="00672F89">
              <w:t>AHCBAC403 Supervise agricultural crop establishment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06D18C92" w:rsidR="00DA54B5" w:rsidRPr="001E3590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3590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1E3590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1E3590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3FA06D2B" w14:textId="5A47ED8A" w:rsidR="00672F89" w:rsidRDefault="001F66B2" w:rsidP="00672F89">
            <w:r>
              <w:t xml:space="preserve">There must be evidence that the individual has </w:t>
            </w:r>
            <w:r w:rsidR="00F70827">
              <w:t xml:space="preserve">supervised the establishment </w:t>
            </w:r>
            <w:commentRangeStart w:id="1"/>
            <w:r w:rsidR="00F70827">
              <w:t xml:space="preserve">of at least one crop </w:t>
            </w:r>
            <w:commentRangeEnd w:id="1"/>
            <w:r w:rsidR="0005634D">
              <w:commentReference w:id="1"/>
            </w:r>
            <w:r w:rsidR="00F70827">
              <w:t>and has:</w:t>
            </w:r>
          </w:p>
          <w:p w14:paraId="0888D4A7" w14:textId="2D344BC3" w:rsidR="00672F89" w:rsidRDefault="00672F89" w:rsidP="00672F89">
            <w:pPr>
              <w:pStyle w:val="SIBulletList1"/>
            </w:pPr>
            <w:r w:rsidRPr="00672F89">
              <w:t>identif</w:t>
            </w:r>
            <w:r w:rsidR="00975C1E">
              <w:t>ied</w:t>
            </w:r>
            <w:r w:rsidRPr="00672F89">
              <w:t xml:space="preserve"> hazards</w:t>
            </w:r>
            <w:r w:rsidR="00F70827">
              <w:t xml:space="preserve">, assessed risks and documented controls and </w:t>
            </w:r>
            <w:r w:rsidR="00411399">
              <w:t xml:space="preserve">monitored team adherence to </w:t>
            </w:r>
            <w:r w:rsidRPr="00672F89">
              <w:t>safe</w:t>
            </w:r>
            <w:r w:rsidR="00F70827">
              <w:t xml:space="preserve">ty </w:t>
            </w:r>
            <w:r w:rsidRPr="00672F89">
              <w:t>procedures</w:t>
            </w:r>
          </w:p>
          <w:p w14:paraId="3ABB97DA" w14:textId="08AB4E20" w:rsidR="00975C1E" w:rsidRDefault="00975C1E" w:rsidP="00672F89">
            <w:pPr>
              <w:pStyle w:val="SIBulletList1"/>
            </w:pPr>
            <w:r>
              <w:t>identified resources required</w:t>
            </w:r>
            <w:r w:rsidR="00F70827">
              <w:t xml:space="preserve"> for establishing a crop</w:t>
            </w:r>
          </w:p>
          <w:p w14:paraId="0452CFD5" w14:textId="4A4B331C" w:rsidR="00672F89" w:rsidRPr="00672F89" w:rsidRDefault="00672F89" w:rsidP="00672F89">
            <w:pPr>
              <w:pStyle w:val="SIBulletList1"/>
            </w:pPr>
            <w:r w:rsidRPr="00672F89">
              <w:t>identif</w:t>
            </w:r>
            <w:r w:rsidR="00411399">
              <w:t>ied</w:t>
            </w:r>
            <w:r w:rsidRPr="00672F89">
              <w:t xml:space="preserve"> the seasonal conditions which affect crop establishment</w:t>
            </w:r>
          </w:p>
          <w:p w14:paraId="77FBC497" w14:textId="5CDE6119" w:rsidR="00672F89" w:rsidRDefault="00840AD5" w:rsidP="00672F89">
            <w:pPr>
              <w:pStyle w:val="SIBulletList1"/>
            </w:pPr>
            <w:r>
              <w:t xml:space="preserve">documented crop establishment </w:t>
            </w:r>
            <w:r w:rsidR="00672F89" w:rsidRPr="00672F89">
              <w:t>plan</w:t>
            </w:r>
            <w:r>
              <w:t xml:space="preserve"> </w:t>
            </w:r>
            <w:r w:rsidR="00975C1E">
              <w:t>which must include:</w:t>
            </w:r>
          </w:p>
          <w:p w14:paraId="1D4EC888" w14:textId="2EE0DED8" w:rsidR="00840AD5" w:rsidRDefault="00840AD5" w:rsidP="00975C1E">
            <w:pPr>
              <w:pStyle w:val="SIBulletList2"/>
            </w:pPr>
            <w:r>
              <w:t>pre-planting and post planting tillage</w:t>
            </w:r>
            <w:r w:rsidR="00F70827">
              <w:t xml:space="preserve"> method/s</w:t>
            </w:r>
          </w:p>
          <w:p w14:paraId="7B21CE57" w14:textId="703C6F77" w:rsidR="00975C1E" w:rsidRDefault="00840AD5" w:rsidP="00975C1E">
            <w:pPr>
              <w:pStyle w:val="SIBulletList2"/>
            </w:pPr>
            <w:r>
              <w:t>planting</w:t>
            </w:r>
            <w:r w:rsidR="00F70827">
              <w:t xml:space="preserve"> method</w:t>
            </w:r>
          </w:p>
          <w:p w14:paraId="45DBE16E" w14:textId="2131708E" w:rsidR="00840AD5" w:rsidRDefault="00975C1E" w:rsidP="00632286">
            <w:pPr>
              <w:pStyle w:val="SIBulletList2"/>
            </w:pPr>
            <w:r w:rsidRPr="00672F89">
              <w:t>timelines</w:t>
            </w:r>
            <w:r w:rsidR="00840AD5">
              <w:t xml:space="preserve"> and schedules</w:t>
            </w:r>
          </w:p>
          <w:p w14:paraId="00B7C823" w14:textId="14257983" w:rsidR="00840AD5" w:rsidRPr="00975C1E" w:rsidRDefault="005F1AEB" w:rsidP="00FA5760">
            <w:pPr>
              <w:pStyle w:val="SIBulletList2"/>
            </w:pPr>
            <w:r w:rsidRPr="005F1AEB">
              <w:t>key responsibilities</w:t>
            </w:r>
          </w:p>
          <w:p w14:paraId="3975C669" w14:textId="08A2113A" w:rsidR="00F70827" w:rsidRDefault="00672F89" w:rsidP="0076072E">
            <w:pPr>
              <w:pStyle w:val="SIBulletList1"/>
            </w:pPr>
            <w:r w:rsidRPr="00672F89">
              <w:t>recognise</w:t>
            </w:r>
            <w:r w:rsidR="0017756B">
              <w:t>d</w:t>
            </w:r>
            <w:r w:rsidRPr="00672F89">
              <w:t xml:space="preserve"> </w:t>
            </w:r>
            <w:r w:rsidR="00F70827">
              <w:t xml:space="preserve">and rectified </w:t>
            </w:r>
            <w:r w:rsidR="00411399">
              <w:t xml:space="preserve">crop performance </w:t>
            </w:r>
            <w:proofErr w:type="gramStart"/>
            <w:r w:rsidR="00F70827">
              <w:t>issues ,</w:t>
            </w:r>
            <w:proofErr w:type="gramEnd"/>
            <w:r w:rsidR="00F70827">
              <w:t xml:space="preserve"> including:</w:t>
            </w:r>
          </w:p>
          <w:p w14:paraId="35A0B3A0" w14:textId="77777777" w:rsidR="00F70827" w:rsidRDefault="00672F89" w:rsidP="0076072E">
            <w:pPr>
              <w:pStyle w:val="SIBulletList2"/>
            </w:pPr>
            <w:r w:rsidRPr="00672F89">
              <w:t>poor growth and lack of vigour</w:t>
            </w:r>
          </w:p>
          <w:p w14:paraId="2AB542D4" w14:textId="5A3FF145" w:rsidR="00F70827" w:rsidRDefault="00672F89" w:rsidP="0076072E">
            <w:pPr>
              <w:pStyle w:val="SIBulletList2"/>
            </w:pPr>
            <w:r w:rsidRPr="00672F89">
              <w:t>nutrient deficienc</w:t>
            </w:r>
            <w:r w:rsidR="00F70827">
              <w:t>ies</w:t>
            </w:r>
          </w:p>
          <w:p w14:paraId="10B1C720" w14:textId="445BB943" w:rsidR="00672F89" w:rsidRDefault="00672F89" w:rsidP="0076072E">
            <w:pPr>
              <w:pStyle w:val="SIBulletList2"/>
            </w:pPr>
            <w:r w:rsidRPr="00672F89">
              <w:t xml:space="preserve">incorrect planting </w:t>
            </w:r>
            <w:r w:rsidR="00F70827">
              <w:t>depth</w:t>
            </w:r>
          </w:p>
          <w:p w14:paraId="561BAAE5" w14:textId="14A3668E" w:rsidR="00F70827" w:rsidRPr="00672F89" w:rsidRDefault="00F70827" w:rsidP="0076072E">
            <w:pPr>
              <w:pStyle w:val="SIBulletList2"/>
            </w:pPr>
            <w:r w:rsidRPr="00672F89">
              <w:t>pest, weed and disease control</w:t>
            </w:r>
            <w:r>
              <w:t xml:space="preserve"> for </w:t>
            </w:r>
            <w:r w:rsidRPr="00672F89">
              <w:t>pre or post planting</w:t>
            </w:r>
          </w:p>
          <w:p w14:paraId="704B4111" w14:textId="74D4726F" w:rsidR="00672F89" w:rsidRDefault="00F70827" w:rsidP="00672F89">
            <w:pPr>
              <w:pStyle w:val="SIBulletList1"/>
            </w:pPr>
            <w:r>
              <w:t xml:space="preserve">investigated and incorporated </w:t>
            </w:r>
            <w:r w:rsidR="00672F89" w:rsidRPr="00672F89">
              <w:t>technology to improve efficiency</w:t>
            </w:r>
          </w:p>
          <w:p w14:paraId="3DDAFFFF" w14:textId="3035BCC0" w:rsidR="006427A5" w:rsidRDefault="00F70827" w:rsidP="00672F89">
            <w:pPr>
              <w:pStyle w:val="SIBulletList1"/>
            </w:pPr>
            <w:r>
              <w:t xml:space="preserve">identified and established </w:t>
            </w:r>
            <w:r w:rsidR="006427A5">
              <w:t xml:space="preserve">record keeping processes </w:t>
            </w:r>
            <w:r>
              <w:t xml:space="preserve">which </w:t>
            </w:r>
            <w:r w:rsidR="006427A5">
              <w:t>must include:</w:t>
            </w:r>
          </w:p>
          <w:p w14:paraId="0221928B" w14:textId="77777777" w:rsidR="006427A5" w:rsidRDefault="006427A5" w:rsidP="0076072E">
            <w:pPr>
              <w:pStyle w:val="SIBulletList2"/>
            </w:pPr>
            <w:r w:rsidRPr="00672F89">
              <w:t>type</w:t>
            </w:r>
            <w:r>
              <w:t xml:space="preserve"> of records to maintain</w:t>
            </w:r>
          </w:p>
          <w:p w14:paraId="577BB62A" w14:textId="77777777" w:rsidR="006427A5" w:rsidRDefault="006427A5" w:rsidP="0076072E">
            <w:pPr>
              <w:pStyle w:val="SIBulletList2"/>
            </w:pPr>
            <w:r w:rsidRPr="00672F89">
              <w:t>format</w:t>
            </w:r>
            <w:r>
              <w:t xml:space="preserve"> of record</w:t>
            </w:r>
          </w:p>
          <w:p w14:paraId="1F3493F5" w14:textId="77777777" w:rsidR="006427A5" w:rsidRDefault="006427A5" w:rsidP="0076072E">
            <w:pPr>
              <w:pStyle w:val="SIBulletList2"/>
            </w:pPr>
            <w:r w:rsidRPr="00672F89">
              <w:t>frequency</w:t>
            </w:r>
            <w:r>
              <w:t xml:space="preserve"> records to be kept</w:t>
            </w:r>
          </w:p>
          <w:p w14:paraId="0EE5C639" w14:textId="5AA1A74A" w:rsidR="006427A5" w:rsidRPr="00672F89" w:rsidRDefault="006427A5" w:rsidP="0076072E">
            <w:pPr>
              <w:pStyle w:val="SIBulletList2"/>
            </w:pPr>
            <w:r w:rsidRPr="00672F89">
              <w:t>detail</w:t>
            </w:r>
            <w:r>
              <w:t>s</w:t>
            </w:r>
            <w:r w:rsidRPr="00672F89">
              <w:t xml:space="preserve"> of reporting </w:t>
            </w:r>
            <w:r>
              <w:t>responsibilities</w:t>
            </w:r>
          </w:p>
          <w:p w14:paraId="3F4E2EAA" w14:textId="17AA384A" w:rsidR="00556C4C" w:rsidRPr="000754EC" w:rsidRDefault="00672F89" w:rsidP="0076072E">
            <w:pPr>
              <w:pStyle w:val="SIBulletList1"/>
            </w:pPr>
            <w:r w:rsidRPr="00672F89">
              <w:t>supervise</w:t>
            </w:r>
            <w:r w:rsidR="00F70827">
              <w:t>d</w:t>
            </w:r>
            <w:r w:rsidRPr="00672F89">
              <w:t xml:space="preserve"> </w:t>
            </w:r>
            <w:r w:rsidR="00F70827">
              <w:t>work team</w:t>
            </w:r>
            <w:r w:rsidR="00F70827" w:rsidRPr="00672F89">
              <w:t xml:space="preserve"> </w:t>
            </w:r>
            <w:r w:rsidRPr="00672F89">
              <w:t>and monitor</w:t>
            </w:r>
            <w:r w:rsidR="00F32AA5">
              <w:t>ed</w:t>
            </w:r>
            <w:r w:rsidRPr="00672F89">
              <w:t xml:space="preserve"> planting operation</w:t>
            </w:r>
            <w:r w:rsidR="00F32AA5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3F7BF6CC" w14:textId="027A9AB9" w:rsidR="00672F89" w:rsidRPr="00672F89" w:rsidRDefault="004F1738" w:rsidP="00672F89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0FE6D57" w14:textId="783E24D4" w:rsidR="00757BD4" w:rsidRDefault="00672F89" w:rsidP="00672F89">
            <w:pPr>
              <w:pStyle w:val="SIBulletList1"/>
            </w:pPr>
            <w:r w:rsidRPr="00672F89">
              <w:t>equipment required for a range of tillage methods</w:t>
            </w:r>
            <w:r w:rsidR="00757BD4">
              <w:t>, including:</w:t>
            </w:r>
          </w:p>
          <w:p w14:paraId="70DD97F7" w14:textId="77777777" w:rsidR="00F57033" w:rsidRPr="00F57033" w:rsidRDefault="00F57033" w:rsidP="00F57033">
            <w:pPr>
              <w:pStyle w:val="SIBulletList2"/>
            </w:pPr>
            <w:r>
              <w:t xml:space="preserve">pre-planting </w:t>
            </w:r>
            <w:r w:rsidRPr="00F57033">
              <w:t>pest and weed control</w:t>
            </w:r>
          </w:p>
          <w:p w14:paraId="686C4A7A" w14:textId="196CD9E2" w:rsidR="00757BD4" w:rsidRDefault="00757BD4" w:rsidP="0076072E">
            <w:pPr>
              <w:pStyle w:val="SIBulletList2"/>
            </w:pPr>
            <w:r>
              <w:t>primary tillage, including deep</w:t>
            </w:r>
            <w:r w:rsidR="00F57033">
              <w:t xml:space="preserve"> and sub soil</w:t>
            </w:r>
          </w:p>
          <w:p w14:paraId="1D721FF6" w14:textId="1E0A93A1" w:rsidR="00757BD4" w:rsidRDefault="00757BD4" w:rsidP="0076072E">
            <w:pPr>
              <w:pStyle w:val="SIBulletList2"/>
            </w:pPr>
            <w:r>
              <w:t>secondary tillage</w:t>
            </w:r>
          </w:p>
          <w:p w14:paraId="7FEF7E8D" w14:textId="21D6E40E" w:rsidR="00F57033" w:rsidRDefault="00F57033" w:rsidP="0076072E">
            <w:pPr>
              <w:pStyle w:val="SIBulletList2"/>
            </w:pPr>
            <w:r>
              <w:t>year round</w:t>
            </w:r>
          </w:p>
          <w:p w14:paraId="16C05DB2" w14:textId="4BF7B83D" w:rsidR="00F57033" w:rsidRDefault="00F57033" w:rsidP="0076072E">
            <w:pPr>
              <w:pStyle w:val="SIBulletList2"/>
            </w:pPr>
            <w:r>
              <w:t>seedbed preparation</w:t>
            </w:r>
          </w:p>
          <w:p w14:paraId="4FCEA359" w14:textId="77777777" w:rsidR="00672F89" w:rsidRPr="00672F89" w:rsidRDefault="00672F89" w:rsidP="00672F89">
            <w:pPr>
              <w:pStyle w:val="SIBulletList1"/>
            </w:pPr>
            <w:r w:rsidRPr="00672F89">
              <w:t>crop establishment requirements</w:t>
            </w:r>
          </w:p>
          <w:p w14:paraId="076C333A" w14:textId="77777777" w:rsidR="00C57DE4" w:rsidRDefault="00C57DE4" w:rsidP="00672F89">
            <w:pPr>
              <w:pStyle w:val="SIBulletList1"/>
            </w:pPr>
            <w:r>
              <w:t xml:space="preserve">machinery and </w:t>
            </w:r>
            <w:r w:rsidR="00672F89" w:rsidRPr="00672F89">
              <w:t>equipment</w:t>
            </w:r>
            <w:r>
              <w:t xml:space="preserve"> required and its performance, including:</w:t>
            </w:r>
          </w:p>
          <w:p w14:paraId="455D7CC0" w14:textId="6292BC96" w:rsidR="00672F89" w:rsidRDefault="00672F89" w:rsidP="0076072E">
            <w:pPr>
              <w:pStyle w:val="SIBulletList2"/>
            </w:pPr>
            <w:r w:rsidRPr="00672F89">
              <w:t>servicing</w:t>
            </w:r>
            <w:r w:rsidR="00C57DE4">
              <w:t xml:space="preserve"> and maintenance </w:t>
            </w:r>
            <w:r w:rsidRPr="00672F89">
              <w:t>requirements</w:t>
            </w:r>
          </w:p>
          <w:p w14:paraId="3077D36C" w14:textId="2EF725D3" w:rsidR="00C57DE4" w:rsidRDefault="00C57DE4" w:rsidP="0076072E">
            <w:pPr>
              <w:pStyle w:val="SIBulletList2"/>
            </w:pPr>
            <w:r>
              <w:t>safe operation</w:t>
            </w:r>
          </w:p>
          <w:p w14:paraId="44DD4F8C" w14:textId="77777777" w:rsidR="00C57DE4" w:rsidRDefault="00C57DE4" w:rsidP="0076072E">
            <w:pPr>
              <w:pStyle w:val="SIBulletList2"/>
            </w:pPr>
            <w:r>
              <w:t>impact on planting site</w:t>
            </w:r>
          </w:p>
          <w:p w14:paraId="3E0BE327" w14:textId="77777777" w:rsidR="00C57DE4" w:rsidRPr="00C57DE4" w:rsidRDefault="00C57DE4" w:rsidP="00C57DE4">
            <w:pPr>
              <w:pStyle w:val="SIBulletList1"/>
            </w:pPr>
            <w:r w:rsidRPr="00C57DE4">
              <w:t>role of technology in improving efficiencies, including:</w:t>
            </w:r>
          </w:p>
          <w:p w14:paraId="69162A5B" w14:textId="77777777" w:rsidR="00C57DE4" w:rsidRPr="00C57DE4" w:rsidRDefault="00C57DE4" w:rsidP="0076072E">
            <w:pPr>
              <w:pStyle w:val="SIBulletList2"/>
            </w:pPr>
            <w:r w:rsidRPr="00C57DE4">
              <w:t>self-drive, global position systems (GPS) and laser technologies</w:t>
            </w:r>
          </w:p>
          <w:p w14:paraId="1263C113" w14:textId="77777777" w:rsidR="00C57DE4" w:rsidRPr="00C57DE4" w:rsidRDefault="00C57DE4" w:rsidP="0076072E">
            <w:pPr>
              <w:pStyle w:val="SIBulletList2"/>
            </w:pPr>
            <w:r w:rsidRPr="00C57DE4">
              <w:t>remote sensors</w:t>
            </w:r>
          </w:p>
          <w:p w14:paraId="17F2AB7B" w14:textId="77777777" w:rsidR="00C57DE4" w:rsidRPr="00C57DE4" w:rsidRDefault="00C57DE4" w:rsidP="0076072E">
            <w:pPr>
              <w:pStyle w:val="SIBulletList2"/>
            </w:pPr>
            <w:r w:rsidRPr="00C57DE4">
              <w:t>remote piloted systems</w:t>
            </w:r>
          </w:p>
          <w:p w14:paraId="53A93C4A" w14:textId="77777777" w:rsidR="00C57DE4" w:rsidRPr="00C57DE4" w:rsidRDefault="00C57DE4" w:rsidP="0076072E">
            <w:pPr>
              <w:pStyle w:val="SIBulletList2"/>
            </w:pPr>
            <w:r w:rsidRPr="00C57DE4">
              <w:t>controlled traffic farming (CTF) principles and impacts</w:t>
            </w:r>
          </w:p>
          <w:p w14:paraId="26612AEF" w14:textId="77777777" w:rsidR="00672F89" w:rsidRPr="00672F89" w:rsidRDefault="00672F89" w:rsidP="0076072E">
            <w:pPr>
              <w:pStyle w:val="SIBulletList2"/>
            </w:pPr>
            <w:r w:rsidRPr="00672F89">
              <w:t>integrated pest and weed management techniques</w:t>
            </w:r>
          </w:p>
          <w:p w14:paraId="78B8D9DA" w14:textId="2208A60D" w:rsidR="00672F89" w:rsidRPr="00672F89" w:rsidRDefault="00672F89" w:rsidP="00672F89">
            <w:pPr>
              <w:pStyle w:val="SIBulletList1"/>
            </w:pPr>
            <w:r w:rsidRPr="00672F89">
              <w:t xml:space="preserve">environmental controls and codes of practice applicable to </w:t>
            </w:r>
            <w:r w:rsidR="00C57DE4">
              <w:t>crop and site</w:t>
            </w:r>
          </w:p>
          <w:p w14:paraId="668A87E3" w14:textId="77777777" w:rsidR="00672F89" w:rsidRDefault="00672F89" w:rsidP="00672F89">
            <w:pPr>
              <w:pStyle w:val="SIBulletList1"/>
            </w:pPr>
            <w:r w:rsidRPr="00672F89">
              <w:t>legislation, codes of practice and enterprise procedures for work health and safety and environmental management</w:t>
            </w:r>
          </w:p>
          <w:p w14:paraId="1C19D4FF" w14:textId="411D7294" w:rsidR="00114FDA" w:rsidRPr="00672F89" w:rsidRDefault="00114FDA" w:rsidP="00672F89">
            <w:pPr>
              <w:pStyle w:val="SIBulletList1"/>
            </w:pPr>
            <w:r>
              <w:t>crop and</w:t>
            </w:r>
            <w:r w:rsidR="00C57DE4">
              <w:t xml:space="preserve"> seed standards and </w:t>
            </w:r>
            <w:r>
              <w:t>certification</w:t>
            </w:r>
          </w:p>
          <w:p w14:paraId="3E2A146F" w14:textId="77777777" w:rsidR="00F57033" w:rsidRDefault="00672F89" w:rsidP="00672F89">
            <w:pPr>
              <w:pStyle w:val="SIBulletList1"/>
            </w:pPr>
            <w:r w:rsidRPr="00672F89">
              <w:t>management practices and processes to minimise environmental impacts</w:t>
            </w:r>
            <w:r w:rsidR="00F57033">
              <w:t>, including:</w:t>
            </w:r>
          </w:p>
          <w:p w14:paraId="498AC18A" w14:textId="40D7007D" w:rsidR="00F57033" w:rsidRDefault="00672F89" w:rsidP="0076072E">
            <w:pPr>
              <w:pStyle w:val="SIBulletList2"/>
            </w:pPr>
            <w:r w:rsidRPr="00672F89">
              <w:t>noise</w:t>
            </w:r>
          </w:p>
          <w:p w14:paraId="67260A5E" w14:textId="133A84FE" w:rsidR="00F57033" w:rsidRPr="00F57033" w:rsidRDefault="00672F89" w:rsidP="00F57033">
            <w:pPr>
              <w:pStyle w:val="SIBulletList2"/>
            </w:pPr>
            <w:r w:rsidRPr="00672F89">
              <w:t>soil degradation</w:t>
            </w:r>
            <w:r w:rsidR="00F57033">
              <w:t xml:space="preserve">, including </w:t>
            </w:r>
            <w:r w:rsidR="00F57033" w:rsidRPr="00F57033">
              <w:t>controlled traffic farming (CTF) principles and impacts</w:t>
            </w:r>
          </w:p>
          <w:p w14:paraId="7FE2096C" w14:textId="470CC5FC" w:rsidR="00F57033" w:rsidRDefault="00672F89" w:rsidP="0076072E">
            <w:pPr>
              <w:pStyle w:val="SIBulletList2"/>
            </w:pPr>
            <w:r w:rsidRPr="00672F89">
              <w:t>debris from planting operations</w:t>
            </w:r>
          </w:p>
          <w:p w14:paraId="21C180AB" w14:textId="1D618463" w:rsidR="00C57DE4" w:rsidRDefault="00C57DE4" w:rsidP="0076072E">
            <w:pPr>
              <w:pStyle w:val="SIBulletList2"/>
            </w:pPr>
            <w:r>
              <w:lastRenderedPageBreak/>
              <w:t>c</w:t>
            </w:r>
            <w:r w:rsidR="00F57033">
              <w:t>hemical use and environmental impact</w:t>
            </w:r>
          </w:p>
          <w:p w14:paraId="056614ED" w14:textId="77777777" w:rsidR="00C57DE4" w:rsidRPr="00C57DE4" w:rsidRDefault="00C57DE4" w:rsidP="00C57DE4">
            <w:pPr>
              <w:pStyle w:val="SIBulletList1"/>
            </w:pPr>
            <w:r w:rsidRPr="00C57DE4">
              <w:t>workplace health and safety, legislative requirements and enterprise policies and procedures, including:</w:t>
            </w:r>
          </w:p>
          <w:p w14:paraId="383D7E59" w14:textId="77777777" w:rsidR="00C57DE4" w:rsidRPr="00C57DE4" w:rsidRDefault="00C57DE4" w:rsidP="0076072E">
            <w:pPr>
              <w:pStyle w:val="SIBulletList2"/>
            </w:pPr>
            <w:r w:rsidRPr="00C57DE4">
              <w:tab/>
              <w:t>safety in the workplace</w:t>
            </w:r>
          </w:p>
          <w:p w14:paraId="2A24E34A" w14:textId="77777777" w:rsidR="00C57DE4" w:rsidRPr="00C57DE4" w:rsidRDefault="00C57DE4" w:rsidP="0076072E">
            <w:pPr>
              <w:pStyle w:val="SIBulletList2"/>
            </w:pPr>
            <w:r w:rsidRPr="00C57DE4">
              <w:t>chemical and hazardous substances</w:t>
            </w:r>
          </w:p>
          <w:p w14:paraId="6430683F" w14:textId="77777777" w:rsidR="00C57DE4" w:rsidRPr="00C57DE4" w:rsidRDefault="00C57DE4" w:rsidP="0076072E">
            <w:pPr>
              <w:pStyle w:val="SIBulletList2"/>
            </w:pPr>
            <w:r w:rsidRPr="00C57DE4">
              <w:t>fire safety</w:t>
            </w:r>
          </w:p>
          <w:p w14:paraId="594042BC" w14:textId="0CD8810C" w:rsidR="00F1480E" w:rsidRPr="000754EC" w:rsidRDefault="00C57DE4" w:rsidP="0076072E">
            <w:pPr>
              <w:pStyle w:val="SIBulletList2"/>
            </w:pPr>
            <w:r w:rsidRPr="00C57DE4">
              <w:t>personal protection</w:t>
            </w:r>
            <w:r w:rsidR="00672F89" w:rsidRPr="00672F89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76072E" w14:paraId="4AECFB30" w14:textId="77777777" w:rsidTr="00CA2922">
        <w:tc>
          <w:tcPr>
            <w:tcW w:w="5000" w:type="pct"/>
            <w:shd w:val="clear" w:color="auto" w:fill="auto"/>
          </w:tcPr>
          <w:p w14:paraId="61EC5900" w14:textId="64D81A73" w:rsidR="00776DAD" w:rsidRPr="0076072E" w:rsidRDefault="00776DAD" w:rsidP="0076072E">
            <w:pPr>
              <w:pStyle w:val="SIText"/>
            </w:pPr>
            <w:r w:rsidRPr="0076072E">
              <w:t xml:space="preserve">Assessment of the skills in this unit of competency must take place under the following conditions: </w:t>
            </w:r>
          </w:p>
          <w:p w14:paraId="431F4EE9" w14:textId="77777777" w:rsidR="00776DAD" w:rsidRPr="0076072E" w:rsidRDefault="00776DAD" w:rsidP="0076072E">
            <w:pPr>
              <w:pStyle w:val="SIBulletList1"/>
            </w:pPr>
            <w:r w:rsidRPr="0076072E">
              <w:t>physical conditions:</w:t>
            </w:r>
          </w:p>
          <w:p w14:paraId="2323086E" w14:textId="45E03907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t>skills must be demonstrated on farm or an environment that accurately represents workplace conditions</w:t>
            </w:r>
          </w:p>
          <w:p w14:paraId="120717E4" w14:textId="77777777" w:rsidR="00776DAD" w:rsidRPr="0076072E" w:rsidRDefault="00776DAD" w:rsidP="0076072E">
            <w:pPr>
              <w:pStyle w:val="SIBulletList1"/>
            </w:pPr>
            <w:r w:rsidRPr="0076072E">
              <w:t>resources, equipment and materials:</w:t>
            </w:r>
          </w:p>
          <w:p w14:paraId="352C3496" w14:textId="77777777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t>use of planning and project management tools</w:t>
            </w:r>
          </w:p>
          <w:p w14:paraId="7BEA1F27" w14:textId="77777777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t>access to word processing for documentation</w:t>
            </w:r>
          </w:p>
          <w:p w14:paraId="5FBA1201" w14:textId="77777777" w:rsidR="00776DAD" w:rsidRPr="0076072E" w:rsidRDefault="00776DAD" w:rsidP="0076072E">
            <w:pPr>
              <w:pStyle w:val="SIBulletList1"/>
              <w:rPr>
                <w:rFonts w:eastAsia="Calibri"/>
              </w:rPr>
            </w:pPr>
            <w:r w:rsidRPr="0076072E">
              <w:rPr>
                <w:rFonts w:eastAsia="Calibri"/>
              </w:rPr>
              <w:t>specifications:</w:t>
            </w:r>
          </w:p>
          <w:p w14:paraId="00518D81" w14:textId="77777777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rPr>
                <w:rFonts w:eastAsia="Calibri"/>
              </w:rPr>
              <w:t>use of workplace policies, procedures and processes</w:t>
            </w:r>
          </w:p>
          <w:p w14:paraId="53AE38DF" w14:textId="77777777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rPr>
                <w:rFonts w:eastAsia="Calibri"/>
              </w:rPr>
              <w:t>access to safety data sheets</w:t>
            </w:r>
          </w:p>
          <w:p w14:paraId="5DC8A6E4" w14:textId="728243E8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rPr>
                <w:rFonts w:eastAsia="Calibri"/>
              </w:rPr>
              <w:t>access to workplace production plans</w:t>
            </w:r>
            <w:r w:rsidR="00BC6A02">
              <w:rPr>
                <w:rFonts w:eastAsia="Calibri"/>
              </w:rPr>
              <w:t xml:space="preserve"> and</w:t>
            </w:r>
            <w:r w:rsidRPr="0076072E">
              <w:rPr>
                <w:rFonts w:eastAsia="Calibri"/>
              </w:rPr>
              <w:t xml:space="preserve"> specifications</w:t>
            </w:r>
          </w:p>
          <w:p w14:paraId="75B765EC" w14:textId="7A193E08" w:rsidR="00776DAD" w:rsidRPr="0076072E" w:rsidRDefault="00776DAD" w:rsidP="0076072E">
            <w:pPr>
              <w:pStyle w:val="SIBulletList2"/>
            </w:pPr>
            <w:r w:rsidRPr="0076072E">
              <w:rPr>
                <w:rFonts w:eastAsia="Calibri"/>
              </w:rPr>
              <w:t>access to legislation and codes of practice r</w:t>
            </w:r>
            <w:r w:rsidR="00BC6A02" w:rsidRPr="0076072E">
              <w:rPr>
                <w:rFonts w:eastAsia="Calibri"/>
              </w:rPr>
              <w:t xml:space="preserve">elevant to crop </w:t>
            </w:r>
            <w:r w:rsidRPr="0076072E">
              <w:rPr>
                <w:rFonts w:eastAsia="Calibri"/>
              </w:rPr>
              <w:t>production</w:t>
            </w:r>
          </w:p>
          <w:p w14:paraId="356DA0AF" w14:textId="371C00F0" w:rsidR="00BC6A02" w:rsidRPr="0076072E" w:rsidRDefault="00BC6A02" w:rsidP="0076072E">
            <w:pPr>
              <w:pStyle w:val="SIBulletList2"/>
            </w:pPr>
            <w:r>
              <w:rPr>
                <w:rFonts w:eastAsia="Calibri"/>
              </w:rPr>
              <w:t>industry standards for crop production</w:t>
            </w:r>
          </w:p>
          <w:p w14:paraId="6B31CA02" w14:textId="320E157B" w:rsidR="00776DAD" w:rsidRDefault="00776DAD" w:rsidP="0076072E">
            <w:pPr>
              <w:pStyle w:val="SIBulletList1"/>
            </w:pPr>
            <w:r>
              <w:t>relationships:</w:t>
            </w:r>
          </w:p>
          <w:p w14:paraId="28DAC539" w14:textId="77777777" w:rsidR="00776DAD" w:rsidRDefault="00776DAD" w:rsidP="0076072E">
            <w:pPr>
              <w:pStyle w:val="SIBulletList2"/>
            </w:pPr>
            <w:r>
              <w:t>work team and contractors</w:t>
            </w:r>
          </w:p>
          <w:p w14:paraId="06ED9E21" w14:textId="0BB82272" w:rsidR="00776DAD" w:rsidRPr="0076072E" w:rsidRDefault="00776DAD" w:rsidP="0076072E">
            <w:pPr>
              <w:pStyle w:val="SIBulletList1"/>
            </w:pPr>
            <w:r>
              <w:t>timelines:</w:t>
            </w:r>
          </w:p>
          <w:p w14:paraId="17CDFA8F" w14:textId="090AB08F" w:rsidR="00776DAD" w:rsidRPr="0076072E" w:rsidRDefault="00BC6A02" w:rsidP="0076072E">
            <w:pPr>
              <w:pStyle w:val="SIBulletList2"/>
            </w:pPr>
            <w:r>
              <w:t xml:space="preserve">to be </w:t>
            </w:r>
            <w:r w:rsidR="00776DAD">
              <w:t>specified in schedules</w:t>
            </w:r>
            <w:r>
              <w:t>.</w:t>
            </w:r>
          </w:p>
          <w:p w14:paraId="3DE0592A" w14:textId="77777777" w:rsidR="00DA54B5" w:rsidRPr="0076072E" w:rsidRDefault="00DA54B5" w:rsidP="0076072E">
            <w:pPr>
              <w:pStyle w:val="SIText"/>
            </w:pPr>
          </w:p>
          <w:p w14:paraId="408F0CDB" w14:textId="501439D9" w:rsidR="00DA54B5" w:rsidRPr="0076072E" w:rsidRDefault="00DA54B5" w:rsidP="0076072E">
            <w:pPr>
              <w:pStyle w:val="SIText"/>
              <w:rPr>
                <w:rFonts w:eastAsia="Calibri"/>
              </w:rPr>
            </w:pPr>
            <w:r w:rsidRPr="0076072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A63A4E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1-01-05T14:24:00Z" w:initials="RB">
    <w:p w14:paraId="09E65AA6" w14:textId="79E62600" w:rsidR="00320A45" w:rsidRDefault="001E3590" w:rsidP="00320A45">
      <w:r>
        <w:annotationRef/>
      </w:r>
      <w:r>
        <w:t xml:space="preserve">Is this ag terminology? </w:t>
      </w:r>
      <w:r w:rsidR="00F57033">
        <w:t>Assume this is waste left from previous crop/</w:t>
      </w:r>
      <w:r w:rsidR="00320A45">
        <w:t xml:space="preserve"> </w:t>
      </w:r>
      <w:r w:rsidR="00F57033">
        <w:t>use?</w:t>
      </w:r>
    </w:p>
    <w:p w14:paraId="1422F395" w14:textId="41839758" w:rsidR="001E3590" w:rsidRDefault="001E3590"/>
  </w:comment>
  <w:comment w:id="1" w:author="Ron Barrow" w:date="2021-01-05T15:39:00Z" w:initials="RB">
    <w:p w14:paraId="5CC504B7" w14:textId="3816B614" w:rsidR="0005634D" w:rsidRDefault="0005634D">
      <w:r>
        <w:annotationRef/>
      </w:r>
      <w:r>
        <w:t>Is this reasonable or should there be more than one crop?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22F395" w15:done="0"/>
  <w15:commentEx w15:paraId="5CC504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22F395" w16cid:durableId="23B2E8C6"/>
  <w16cid:commentId w16cid:paraId="5CC504B7" w16cid:durableId="23B2E8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37648" w14:textId="77777777" w:rsidR="00A63A4E" w:rsidRDefault="00A63A4E" w:rsidP="00BF3F0A">
      <w:r>
        <w:separator/>
      </w:r>
    </w:p>
    <w:p w14:paraId="789D6572" w14:textId="77777777" w:rsidR="00A63A4E" w:rsidRDefault="00A63A4E"/>
  </w:endnote>
  <w:endnote w:type="continuationSeparator" w:id="0">
    <w:p w14:paraId="2BEE48D3" w14:textId="77777777" w:rsidR="00A63A4E" w:rsidRDefault="00A63A4E" w:rsidP="00BF3F0A">
      <w:r>
        <w:continuationSeparator/>
      </w:r>
    </w:p>
    <w:p w14:paraId="6F6C8032" w14:textId="77777777" w:rsidR="00A63A4E" w:rsidRDefault="00A63A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6072E">
          <w:rPr>
            <w:noProof/>
          </w:rPr>
          <w:t>5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CC8B5" w14:textId="77777777" w:rsidR="00A63A4E" w:rsidRDefault="00A63A4E" w:rsidP="00BF3F0A">
      <w:r>
        <w:separator/>
      </w:r>
    </w:p>
    <w:p w14:paraId="26CCC82F" w14:textId="77777777" w:rsidR="00A63A4E" w:rsidRDefault="00A63A4E"/>
  </w:footnote>
  <w:footnote w:type="continuationSeparator" w:id="0">
    <w:p w14:paraId="3FE16AA7" w14:textId="77777777" w:rsidR="00A63A4E" w:rsidRDefault="00A63A4E" w:rsidP="00BF3F0A">
      <w:r>
        <w:continuationSeparator/>
      </w:r>
    </w:p>
    <w:p w14:paraId="45C54FC6" w14:textId="77777777" w:rsidR="00A63A4E" w:rsidRDefault="00A63A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23583786" w:rsidR="009C2650" w:rsidRPr="00672F89" w:rsidRDefault="00672F89" w:rsidP="00672F89">
    <w:r w:rsidRPr="00672F89">
      <w:rPr>
        <w:lang w:eastAsia="en-US"/>
      </w:rPr>
      <w:t>AHCBAC403 Supervise agricultural crop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EC1425"/>
    <w:multiLevelType w:val="multilevel"/>
    <w:tmpl w:val="F1E2E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A24A1A"/>
    <w:multiLevelType w:val="multilevel"/>
    <w:tmpl w:val="354AA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0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2"/>
  </w:num>
  <w:num w:numId="11">
    <w:abstractNumId w:val="18"/>
  </w:num>
  <w:num w:numId="12">
    <w:abstractNumId w:val="15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3"/>
  </w:num>
  <w:num w:numId="18">
    <w:abstractNumId w:val="1"/>
  </w:num>
  <w:num w:numId="19">
    <w:abstractNumId w:val="16"/>
  </w:num>
  <w:num w:numId="20">
    <w:abstractNumId w:val="23"/>
  </w:num>
  <w:num w:numId="21">
    <w:abstractNumId w:val="4"/>
  </w:num>
  <w:num w:numId="22">
    <w:abstractNumId w:val="11"/>
  </w:num>
  <w:num w:numId="23">
    <w:abstractNumId w:val="17"/>
  </w:num>
  <w:num w:numId="24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6803"/>
    <w:rsid w:val="00023992"/>
    <w:rsid w:val="000275AE"/>
    <w:rsid w:val="00041E59"/>
    <w:rsid w:val="0005634D"/>
    <w:rsid w:val="00064BFE"/>
    <w:rsid w:val="00070B3E"/>
    <w:rsid w:val="00071F95"/>
    <w:rsid w:val="000737BB"/>
    <w:rsid w:val="000748F0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FDA"/>
    <w:rsid w:val="00133957"/>
    <w:rsid w:val="001372F6"/>
    <w:rsid w:val="00144385"/>
    <w:rsid w:val="00146EEC"/>
    <w:rsid w:val="00151D55"/>
    <w:rsid w:val="00151D93"/>
    <w:rsid w:val="00156EF3"/>
    <w:rsid w:val="00176E4F"/>
    <w:rsid w:val="0017756B"/>
    <w:rsid w:val="0018546B"/>
    <w:rsid w:val="001A156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590"/>
    <w:rsid w:val="001F2BA5"/>
    <w:rsid w:val="001F308D"/>
    <w:rsid w:val="001F66B2"/>
    <w:rsid w:val="00201A7C"/>
    <w:rsid w:val="0021210E"/>
    <w:rsid w:val="0021414D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EC8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A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0C42"/>
    <w:rsid w:val="003C13AE"/>
    <w:rsid w:val="003C7152"/>
    <w:rsid w:val="003D2E73"/>
    <w:rsid w:val="003E72B6"/>
    <w:rsid w:val="003E7BBE"/>
    <w:rsid w:val="00411399"/>
    <w:rsid w:val="004127E3"/>
    <w:rsid w:val="0043212E"/>
    <w:rsid w:val="00433464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738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4499F"/>
    <w:rsid w:val="00556C4C"/>
    <w:rsid w:val="00557369"/>
    <w:rsid w:val="00557D22"/>
    <w:rsid w:val="00564ADD"/>
    <w:rsid w:val="005708EB"/>
    <w:rsid w:val="005746AC"/>
    <w:rsid w:val="00575BC6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62B3"/>
    <w:rsid w:val="005D1AFD"/>
    <w:rsid w:val="005E51E6"/>
    <w:rsid w:val="005F027A"/>
    <w:rsid w:val="005F1AEB"/>
    <w:rsid w:val="005F33CC"/>
    <w:rsid w:val="005F771F"/>
    <w:rsid w:val="006121D4"/>
    <w:rsid w:val="00613B49"/>
    <w:rsid w:val="006161C5"/>
    <w:rsid w:val="00616845"/>
    <w:rsid w:val="00620E8E"/>
    <w:rsid w:val="00633CFE"/>
    <w:rsid w:val="00634FCA"/>
    <w:rsid w:val="006427A5"/>
    <w:rsid w:val="00643D1B"/>
    <w:rsid w:val="006452B8"/>
    <w:rsid w:val="00652E62"/>
    <w:rsid w:val="00653B65"/>
    <w:rsid w:val="00672F89"/>
    <w:rsid w:val="00682D0D"/>
    <w:rsid w:val="00686A49"/>
    <w:rsid w:val="00687B62"/>
    <w:rsid w:val="00690C44"/>
    <w:rsid w:val="006969D9"/>
    <w:rsid w:val="006A26DA"/>
    <w:rsid w:val="006A2B68"/>
    <w:rsid w:val="006C1F1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458"/>
    <w:rsid w:val="00757005"/>
    <w:rsid w:val="00757BD4"/>
    <w:rsid w:val="0076072E"/>
    <w:rsid w:val="00761DBE"/>
    <w:rsid w:val="0076523B"/>
    <w:rsid w:val="00771B60"/>
    <w:rsid w:val="00776DA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AD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4167"/>
    <w:rsid w:val="00916CD7"/>
    <w:rsid w:val="00920927"/>
    <w:rsid w:val="00921B38"/>
    <w:rsid w:val="00923720"/>
    <w:rsid w:val="009278C9"/>
    <w:rsid w:val="00932CD7"/>
    <w:rsid w:val="00944C09"/>
    <w:rsid w:val="00945124"/>
    <w:rsid w:val="009527CB"/>
    <w:rsid w:val="00953835"/>
    <w:rsid w:val="00960F6C"/>
    <w:rsid w:val="00970747"/>
    <w:rsid w:val="00975C1E"/>
    <w:rsid w:val="00980DF3"/>
    <w:rsid w:val="00981203"/>
    <w:rsid w:val="00997BFC"/>
    <w:rsid w:val="009A5900"/>
    <w:rsid w:val="009A6E6C"/>
    <w:rsid w:val="009A6F3F"/>
    <w:rsid w:val="009A71BE"/>
    <w:rsid w:val="009B331A"/>
    <w:rsid w:val="009C2650"/>
    <w:rsid w:val="009C6548"/>
    <w:rsid w:val="009D15E2"/>
    <w:rsid w:val="009D15FE"/>
    <w:rsid w:val="009D5D2C"/>
    <w:rsid w:val="009F0DCC"/>
    <w:rsid w:val="009F11CA"/>
    <w:rsid w:val="00A0695B"/>
    <w:rsid w:val="00A13052"/>
    <w:rsid w:val="00A174F4"/>
    <w:rsid w:val="00A216A8"/>
    <w:rsid w:val="00A223A6"/>
    <w:rsid w:val="00A23FB3"/>
    <w:rsid w:val="00A3420C"/>
    <w:rsid w:val="00A3639E"/>
    <w:rsid w:val="00A5092E"/>
    <w:rsid w:val="00A554D6"/>
    <w:rsid w:val="00A56E14"/>
    <w:rsid w:val="00A63A4E"/>
    <w:rsid w:val="00A6476B"/>
    <w:rsid w:val="00A76C6C"/>
    <w:rsid w:val="00A813E2"/>
    <w:rsid w:val="00A87356"/>
    <w:rsid w:val="00A92DD1"/>
    <w:rsid w:val="00A97239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EDA"/>
    <w:rsid w:val="00B65BC7"/>
    <w:rsid w:val="00B746B9"/>
    <w:rsid w:val="00B848D4"/>
    <w:rsid w:val="00B865B7"/>
    <w:rsid w:val="00BA1CB1"/>
    <w:rsid w:val="00BA4178"/>
    <w:rsid w:val="00BA482D"/>
    <w:rsid w:val="00BA661B"/>
    <w:rsid w:val="00BB1755"/>
    <w:rsid w:val="00BB23F4"/>
    <w:rsid w:val="00BC5075"/>
    <w:rsid w:val="00BC5419"/>
    <w:rsid w:val="00BC6A02"/>
    <w:rsid w:val="00BC6A0D"/>
    <w:rsid w:val="00BD3B0F"/>
    <w:rsid w:val="00BE5889"/>
    <w:rsid w:val="00BF1D4C"/>
    <w:rsid w:val="00BF3F0A"/>
    <w:rsid w:val="00C143C3"/>
    <w:rsid w:val="00C1739B"/>
    <w:rsid w:val="00C21ADE"/>
    <w:rsid w:val="00C26067"/>
    <w:rsid w:val="00C26B2F"/>
    <w:rsid w:val="00C3087C"/>
    <w:rsid w:val="00C30A29"/>
    <w:rsid w:val="00C317DC"/>
    <w:rsid w:val="00C5347E"/>
    <w:rsid w:val="00C578E9"/>
    <w:rsid w:val="00C57DE4"/>
    <w:rsid w:val="00C70626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D5303"/>
    <w:rsid w:val="00CD62A3"/>
    <w:rsid w:val="00CE7D19"/>
    <w:rsid w:val="00CF0CF5"/>
    <w:rsid w:val="00CF2B3E"/>
    <w:rsid w:val="00CF413F"/>
    <w:rsid w:val="00CF7C5B"/>
    <w:rsid w:val="00D0201F"/>
    <w:rsid w:val="00D03685"/>
    <w:rsid w:val="00D0551A"/>
    <w:rsid w:val="00D07D4E"/>
    <w:rsid w:val="00D115AA"/>
    <w:rsid w:val="00D145BE"/>
    <w:rsid w:val="00D2035A"/>
    <w:rsid w:val="00D20C57"/>
    <w:rsid w:val="00D238D2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6D29"/>
    <w:rsid w:val="00E238E6"/>
    <w:rsid w:val="00E34CD8"/>
    <w:rsid w:val="00E35064"/>
    <w:rsid w:val="00E35590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AA5"/>
    <w:rsid w:val="00F33FF2"/>
    <w:rsid w:val="00F438FC"/>
    <w:rsid w:val="00F5616F"/>
    <w:rsid w:val="00F56451"/>
    <w:rsid w:val="00F56827"/>
    <w:rsid w:val="00F57033"/>
    <w:rsid w:val="00F62866"/>
    <w:rsid w:val="00F65EF0"/>
    <w:rsid w:val="00F70827"/>
    <w:rsid w:val="00F71651"/>
    <w:rsid w:val="00F76191"/>
    <w:rsid w:val="00F76CC6"/>
    <w:rsid w:val="00F8149F"/>
    <w:rsid w:val="00F83D7C"/>
    <w:rsid w:val="00FA1EC5"/>
    <w:rsid w:val="00FB232E"/>
    <w:rsid w:val="00FB387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5AD31D-7330-4A77-8259-17E030765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9C121F01-3AE8-4FB9-AEC2-2189893F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219</TotalTime>
  <Pages>4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48</cp:revision>
  <cp:lastPrinted>2016-05-27T05:21:00Z</cp:lastPrinted>
  <dcterms:created xsi:type="dcterms:W3CDTF">2020-08-25T06:08:00Z</dcterms:created>
  <dcterms:modified xsi:type="dcterms:W3CDTF">2021-01-20T06:38:00Z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